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012" w:rsidRPr="000B3D36" w:rsidRDefault="00336012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>Утверждаю</w:t>
      </w:r>
    </w:p>
    <w:p w:rsidR="00336012" w:rsidRDefault="00336012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 xml:space="preserve">Мглинского </w:t>
      </w:r>
    </w:p>
    <w:p w:rsidR="00336012" w:rsidRPr="000B3D36" w:rsidRDefault="00336012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районного отдела культуры</w:t>
      </w:r>
    </w:p>
    <w:p w:rsidR="00336012" w:rsidRPr="000B3D36" w:rsidRDefault="00336012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  ____________   </w:t>
      </w:r>
      <w:r>
        <w:rPr>
          <w:sz w:val="24"/>
          <w:szCs w:val="24"/>
        </w:rPr>
        <w:t>А.Н.Ширко</w:t>
      </w:r>
    </w:p>
    <w:p w:rsidR="00336012" w:rsidRPr="000B3D36" w:rsidRDefault="00336012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36012" w:rsidRPr="000B3D36" w:rsidRDefault="00336012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"07 " октября</w:t>
      </w:r>
      <w:r w:rsidRPr="000B3D36">
        <w:rPr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5 г"/>
        </w:smartTagPr>
        <w:r>
          <w:rPr>
            <w:sz w:val="24"/>
            <w:szCs w:val="24"/>
          </w:rPr>
          <w:t>2015</w:t>
        </w:r>
        <w:r w:rsidRPr="000B3D36">
          <w:rPr>
            <w:sz w:val="24"/>
            <w:szCs w:val="24"/>
          </w:rPr>
          <w:t xml:space="preserve"> г</w:t>
        </w:r>
      </w:smartTag>
      <w:r w:rsidRPr="000B3D36">
        <w:rPr>
          <w:sz w:val="24"/>
          <w:szCs w:val="24"/>
        </w:rPr>
        <w:t>.</w:t>
      </w:r>
    </w:p>
    <w:p w:rsidR="00336012" w:rsidRDefault="00336012" w:rsidP="002C6043">
      <w:pPr>
        <w:pStyle w:val="ConsPlusNonformat"/>
        <w:widowControl/>
      </w:pPr>
    </w:p>
    <w:p w:rsidR="00336012" w:rsidRDefault="00336012" w:rsidP="002C6043">
      <w:pPr>
        <w:pStyle w:val="ConsPlusNonformat"/>
        <w:widowControl/>
      </w:pPr>
    </w:p>
    <w:p w:rsidR="00336012" w:rsidRDefault="00336012" w:rsidP="002C6043">
      <w:pPr>
        <w:pStyle w:val="ConsPlusNonformat"/>
        <w:widowControl/>
      </w:pPr>
    </w:p>
    <w:p w:rsidR="00336012" w:rsidRDefault="00336012" w:rsidP="002C6043">
      <w:pPr>
        <w:pStyle w:val="ConsPlusNonformat"/>
        <w:widowControl/>
      </w:pPr>
    </w:p>
    <w:p w:rsidR="00336012" w:rsidRPr="00073AE8" w:rsidRDefault="00336012" w:rsidP="002C60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МУНИЦИПАЛЬНОГО ЗАДАНИЯ ПО СОСТОЯНИЮ НА 01 октября 2015 года</w:t>
      </w:r>
    </w:p>
    <w:p w:rsidR="00336012" w:rsidRDefault="00336012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 w:rsidRPr="001A75C0">
        <w:rPr>
          <w:sz w:val="28"/>
          <w:szCs w:val="28"/>
          <w:u w:val="single"/>
        </w:rPr>
        <w:t xml:space="preserve">муниципальное бюджетное образовательное учреждение </w:t>
      </w:r>
      <w:r>
        <w:rPr>
          <w:sz w:val="28"/>
          <w:szCs w:val="28"/>
          <w:u w:val="single"/>
        </w:rPr>
        <w:t>дополнительного образования детей</w:t>
      </w:r>
    </w:p>
    <w:p w:rsidR="00336012" w:rsidRPr="001A75C0" w:rsidRDefault="00336012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«Мглинская детская музыкальная школа»</w:t>
      </w:r>
    </w:p>
    <w:p w:rsidR="00336012" w:rsidRDefault="00336012" w:rsidP="002C6043">
      <w:pPr>
        <w:autoSpaceDE w:val="0"/>
        <w:autoSpaceDN w:val="0"/>
        <w:adjustRightInd w:val="0"/>
        <w:jc w:val="center"/>
      </w:pPr>
      <w:r w:rsidRPr="00073AE8">
        <w:t>(наименование муниципального учреждения)</w:t>
      </w:r>
    </w:p>
    <w:tbl>
      <w:tblPr>
        <w:tblW w:w="15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1230"/>
        <w:gridCol w:w="2310"/>
        <w:gridCol w:w="1980"/>
        <w:gridCol w:w="1760"/>
        <w:gridCol w:w="2420"/>
        <w:gridCol w:w="110"/>
        <w:gridCol w:w="2420"/>
      </w:tblGrid>
      <w:tr w:rsidR="00336012" w:rsidRPr="002F6158" w:rsidTr="009D5C84">
        <w:trPr>
          <w:cantSplit/>
          <w:trHeight w:val="72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утвержденное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муниципальном задании на отчетный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  за отчетный период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накопленным итогом   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отклонения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значений  </w:t>
            </w:r>
          </w:p>
          <w:p w:rsidR="00336012" w:rsidRDefault="0033601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012" w:rsidRDefault="0033601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012" w:rsidRDefault="0033601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012" w:rsidRDefault="0033601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(и)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фактическом </w:t>
            </w:r>
          </w:p>
          <w:p w:rsidR="00336012" w:rsidRDefault="00336012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</w:p>
          <w:p w:rsidR="00336012" w:rsidRDefault="00336012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    </w:t>
            </w:r>
          </w:p>
        </w:tc>
      </w:tr>
      <w:tr w:rsidR="00336012" w:rsidRPr="002F6158" w:rsidTr="009D5C84">
        <w:trPr>
          <w:cantSplit/>
          <w:trHeight w:val="240"/>
        </w:trPr>
        <w:tc>
          <w:tcPr>
            <w:tcW w:w="154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Pr="000B3D36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Объемы оказываемой  муниципальной услуги</w:t>
            </w:r>
          </w:p>
        </w:tc>
      </w:tr>
      <w:tr w:rsidR="00336012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 Обучение на фортепианном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из отпуска по уходу за ребенком преподавателя по классу фортепиано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336012" w:rsidRPr="002F6158" w:rsidTr="009D5C84">
        <w:trPr>
          <w:cantSplit/>
          <w:trHeight w:val="1050"/>
        </w:trPr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2.Обучение на народном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36012" w:rsidRDefault="0033601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на пенсию преподавателя по классу баяна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форма ДМШ-1, личные дела учащихся, индивидуальные планы, книга приказов, алфавитная книга записи обучающихся </w:t>
            </w:r>
          </w:p>
        </w:tc>
      </w:tr>
      <w:tr w:rsidR="00336012" w:rsidRPr="002F6158" w:rsidTr="009D5C84">
        <w:trPr>
          <w:cantSplit/>
          <w:trHeight w:val="6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ШКОЛЕ: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6012" w:rsidRDefault="00336012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012" w:rsidRPr="002F6158" w:rsidTr="009D5C84">
        <w:trPr>
          <w:cantSplit/>
          <w:trHeight w:val="510"/>
        </w:trPr>
        <w:tc>
          <w:tcPr>
            <w:tcW w:w="15470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Качество оказываемой муниципальной услуги</w:t>
            </w:r>
          </w:p>
          <w:p w:rsidR="00336012" w:rsidRPr="004615CF" w:rsidRDefault="00336012" w:rsidP="00A40E9E">
            <w:pPr>
              <w:tabs>
                <w:tab w:val="left" w:pos="11520"/>
              </w:tabs>
            </w:pPr>
            <w:r>
              <w:tab/>
            </w:r>
          </w:p>
        </w:tc>
      </w:tr>
      <w:tr w:rsidR="00336012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1.Доля детей, охваченных образовательными программами дополнительного образования детей в сфере культуры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012" w:rsidRDefault="00336012" w:rsidP="00181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контингента учащихся в образовательных школах района 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записи обучающихся, личные дела учащихся, журналы успеваемости.</w:t>
            </w:r>
          </w:p>
        </w:tc>
      </w:tr>
      <w:tr w:rsidR="00336012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2.Доля детей, привлекаемых к участию в творческих мероприятиях,  в общем детей, обучающихся в учреждении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13,6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проведении концерта 22 сентября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воспитательной работы.</w:t>
            </w:r>
          </w:p>
        </w:tc>
      </w:tr>
      <w:tr w:rsidR="00336012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3.Количество лауреатов, дипломантов зональных, областных конкурсов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 проведен  областной конкурс. Диплом Лауреата 3 степени. 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зональной комиссии, наличие Дипломов</w:t>
            </w:r>
          </w:p>
        </w:tc>
      </w:tr>
      <w:tr w:rsidR="00336012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Количество учеников, обучающихся на «хорошо» и «отлично»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-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журналы, экзаменационные листы, табеля успеваемости</w:t>
            </w:r>
          </w:p>
        </w:tc>
      </w:tr>
      <w:tr w:rsidR="00336012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Сохранность контингента учащихся от первоначального комплектования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8B189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движения учащихся</w:t>
            </w:r>
          </w:p>
        </w:tc>
      </w:tr>
      <w:tr w:rsidR="00336012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Наличие жалоб потребителей на качество услуг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-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регистрации жалоб</w:t>
            </w:r>
          </w:p>
        </w:tc>
      </w:tr>
      <w:tr w:rsidR="00336012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Оценка удовлетворенности участников образовательного процесса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012" w:rsidRDefault="0033601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Pr="00680AD4" w:rsidRDefault="00336012" w:rsidP="008B1891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опросы учащихся и их родителей (законных представителей)</w:t>
            </w:r>
          </w:p>
        </w:tc>
      </w:tr>
      <w:tr w:rsidR="00336012" w:rsidRPr="002F6158" w:rsidTr="009D5C84">
        <w:trPr>
          <w:cantSplit/>
          <w:trHeight w:val="240"/>
        </w:trPr>
        <w:tc>
          <w:tcPr>
            <w:tcW w:w="154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9363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3.Сведения об использовании субсидии</w:t>
            </w:r>
          </w:p>
        </w:tc>
      </w:tr>
      <w:tr w:rsidR="00336012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1.Бюджетные ассигнования на выполнение муниципального задания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12" w:rsidRDefault="00336012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рублей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Pr="005F7F91" w:rsidRDefault="00336012" w:rsidP="00A40E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0143">
              <w:rPr>
                <w:rFonts w:ascii="Times New Roman" w:hAnsi="Times New Roman" w:cs="Times New Roman"/>
                <w:sz w:val="24"/>
                <w:szCs w:val="24"/>
              </w:rPr>
              <w:t>1624030,00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6012" w:rsidRPr="004B5E4E" w:rsidRDefault="00336012" w:rsidP="009901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103717,46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36012" w:rsidRPr="004B5E4E" w:rsidRDefault="00336012" w:rsidP="00C10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1098629,30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012" w:rsidRDefault="00336012" w:rsidP="00A40E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состоянии лицевого счета учреждения  форма 0531965</w:t>
            </w:r>
          </w:p>
        </w:tc>
      </w:tr>
    </w:tbl>
    <w:p w:rsidR="00336012" w:rsidRDefault="00336012" w:rsidP="002C6043"/>
    <w:p w:rsidR="00336012" w:rsidRDefault="00336012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336012" w:rsidRDefault="00336012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336012" w:rsidRPr="005F2D6D" w:rsidRDefault="00336012" w:rsidP="002C6043">
      <w:pPr>
        <w:jc w:val="center"/>
        <w:rPr>
          <w:rFonts w:ascii="Times New Roman" w:hAnsi="Times New Roman"/>
          <w:sz w:val="28"/>
          <w:szCs w:val="28"/>
        </w:rPr>
      </w:pPr>
      <w:r w:rsidRPr="005F2D6D">
        <w:rPr>
          <w:rFonts w:ascii="Times New Roman" w:hAnsi="Times New Roman"/>
          <w:sz w:val="28"/>
          <w:szCs w:val="28"/>
        </w:rPr>
        <w:t xml:space="preserve">Директор </w:t>
      </w:r>
      <w:r>
        <w:rPr>
          <w:rFonts w:ascii="Times New Roman" w:hAnsi="Times New Roman"/>
          <w:sz w:val="28"/>
          <w:szCs w:val="28"/>
        </w:rPr>
        <w:t xml:space="preserve">МБОУ ДОД Мглинской ДМШ  </w:t>
      </w:r>
      <w:r w:rsidRPr="005F2D6D">
        <w:rPr>
          <w:rFonts w:ascii="Times New Roman" w:hAnsi="Times New Roman"/>
          <w:sz w:val="28"/>
          <w:szCs w:val="28"/>
          <w:u w:val="single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Е.Н. Лукашевич</w:t>
      </w:r>
    </w:p>
    <w:p w:rsidR="00336012" w:rsidRDefault="00336012" w:rsidP="00AE2915">
      <w:pPr>
        <w:pStyle w:val="ConsPlusNonformat"/>
        <w:widowControl/>
        <w:rPr>
          <w:sz w:val="24"/>
          <w:szCs w:val="24"/>
        </w:rPr>
      </w:pPr>
    </w:p>
    <w:sectPr w:rsidR="00336012" w:rsidSect="009D5C84">
      <w:pgSz w:w="16838" w:h="11906" w:orient="landscape"/>
      <w:pgMar w:top="709" w:right="66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3D36"/>
    <w:rsid w:val="00035658"/>
    <w:rsid w:val="000502C2"/>
    <w:rsid w:val="00055957"/>
    <w:rsid w:val="00073AE8"/>
    <w:rsid w:val="00076A35"/>
    <w:rsid w:val="00087AAA"/>
    <w:rsid w:val="00095A77"/>
    <w:rsid w:val="000A3A0C"/>
    <w:rsid w:val="000B362E"/>
    <w:rsid w:val="000B3D36"/>
    <w:rsid w:val="000D0495"/>
    <w:rsid w:val="000D5011"/>
    <w:rsid w:val="000F0F66"/>
    <w:rsid w:val="00110875"/>
    <w:rsid w:val="00133327"/>
    <w:rsid w:val="00134074"/>
    <w:rsid w:val="00136E02"/>
    <w:rsid w:val="00181978"/>
    <w:rsid w:val="00192ED9"/>
    <w:rsid w:val="001A3BC9"/>
    <w:rsid w:val="001A75C0"/>
    <w:rsid w:val="00205638"/>
    <w:rsid w:val="00213202"/>
    <w:rsid w:val="00213BA9"/>
    <w:rsid w:val="00283CE7"/>
    <w:rsid w:val="00292B14"/>
    <w:rsid w:val="002B7F15"/>
    <w:rsid w:val="002C0094"/>
    <w:rsid w:val="002C6043"/>
    <w:rsid w:val="002D57CD"/>
    <w:rsid w:val="002E7FAC"/>
    <w:rsid w:val="002F6158"/>
    <w:rsid w:val="003144CF"/>
    <w:rsid w:val="00321079"/>
    <w:rsid w:val="00336012"/>
    <w:rsid w:val="00370FDA"/>
    <w:rsid w:val="00372C79"/>
    <w:rsid w:val="00382F27"/>
    <w:rsid w:val="00383D35"/>
    <w:rsid w:val="00395933"/>
    <w:rsid w:val="003A31E6"/>
    <w:rsid w:val="003B10A3"/>
    <w:rsid w:val="003B1E66"/>
    <w:rsid w:val="003B6383"/>
    <w:rsid w:val="003C4797"/>
    <w:rsid w:val="00402D47"/>
    <w:rsid w:val="00435C26"/>
    <w:rsid w:val="004375F0"/>
    <w:rsid w:val="004615CF"/>
    <w:rsid w:val="00483DFA"/>
    <w:rsid w:val="004B5E4E"/>
    <w:rsid w:val="004C2274"/>
    <w:rsid w:val="004C547B"/>
    <w:rsid w:val="004E2FED"/>
    <w:rsid w:val="00503D5B"/>
    <w:rsid w:val="0051031E"/>
    <w:rsid w:val="00560822"/>
    <w:rsid w:val="0057216D"/>
    <w:rsid w:val="005A1C0A"/>
    <w:rsid w:val="005A430E"/>
    <w:rsid w:val="005E09D5"/>
    <w:rsid w:val="005E1D49"/>
    <w:rsid w:val="005E2A51"/>
    <w:rsid w:val="005F2D6D"/>
    <w:rsid w:val="005F7F91"/>
    <w:rsid w:val="00610026"/>
    <w:rsid w:val="0061042D"/>
    <w:rsid w:val="00634A30"/>
    <w:rsid w:val="00635CF4"/>
    <w:rsid w:val="00647794"/>
    <w:rsid w:val="00657145"/>
    <w:rsid w:val="00680AD4"/>
    <w:rsid w:val="00681C58"/>
    <w:rsid w:val="006A3C81"/>
    <w:rsid w:val="006A5D2D"/>
    <w:rsid w:val="006B0E95"/>
    <w:rsid w:val="006D498B"/>
    <w:rsid w:val="006D6E08"/>
    <w:rsid w:val="006E339E"/>
    <w:rsid w:val="00710411"/>
    <w:rsid w:val="007316D8"/>
    <w:rsid w:val="007974EC"/>
    <w:rsid w:val="007B07F8"/>
    <w:rsid w:val="007B2F25"/>
    <w:rsid w:val="007C652C"/>
    <w:rsid w:val="00803F05"/>
    <w:rsid w:val="00840E42"/>
    <w:rsid w:val="008850F8"/>
    <w:rsid w:val="0089123E"/>
    <w:rsid w:val="008B1891"/>
    <w:rsid w:val="008B1C1B"/>
    <w:rsid w:val="008B1EFD"/>
    <w:rsid w:val="008B7592"/>
    <w:rsid w:val="008C1336"/>
    <w:rsid w:val="008D3984"/>
    <w:rsid w:val="008F4DBB"/>
    <w:rsid w:val="0093630E"/>
    <w:rsid w:val="00967A3F"/>
    <w:rsid w:val="009809BE"/>
    <w:rsid w:val="00990143"/>
    <w:rsid w:val="009D5C84"/>
    <w:rsid w:val="00A03EEC"/>
    <w:rsid w:val="00A1773B"/>
    <w:rsid w:val="00A27CC9"/>
    <w:rsid w:val="00A40E9E"/>
    <w:rsid w:val="00A6102E"/>
    <w:rsid w:val="00A77CA8"/>
    <w:rsid w:val="00A839B2"/>
    <w:rsid w:val="00A90488"/>
    <w:rsid w:val="00AA6479"/>
    <w:rsid w:val="00AB4178"/>
    <w:rsid w:val="00AE2915"/>
    <w:rsid w:val="00B24E49"/>
    <w:rsid w:val="00B8388D"/>
    <w:rsid w:val="00BA6C57"/>
    <w:rsid w:val="00BD2A52"/>
    <w:rsid w:val="00C02FF7"/>
    <w:rsid w:val="00C03974"/>
    <w:rsid w:val="00C10FF8"/>
    <w:rsid w:val="00C132FC"/>
    <w:rsid w:val="00C457E8"/>
    <w:rsid w:val="00C77256"/>
    <w:rsid w:val="00C8253A"/>
    <w:rsid w:val="00C83626"/>
    <w:rsid w:val="00C87C24"/>
    <w:rsid w:val="00CD4EDE"/>
    <w:rsid w:val="00D1647B"/>
    <w:rsid w:val="00D20B89"/>
    <w:rsid w:val="00D5574E"/>
    <w:rsid w:val="00DA1EB7"/>
    <w:rsid w:val="00DA7EBD"/>
    <w:rsid w:val="00E048DF"/>
    <w:rsid w:val="00E124DB"/>
    <w:rsid w:val="00E23C32"/>
    <w:rsid w:val="00E87596"/>
    <w:rsid w:val="00E929D7"/>
    <w:rsid w:val="00E9640A"/>
    <w:rsid w:val="00EA01A1"/>
    <w:rsid w:val="00EA0337"/>
    <w:rsid w:val="00EC7F1E"/>
    <w:rsid w:val="00F2359F"/>
    <w:rsid w:val="00F247EA"/>
    <w:rsid w:val="00F25433"/>
    <w:rsid w:val="00F30CDC"/>
    <w:rsid w:val="00F75C95"/>
    <w:rsid w:val="00FA001A"/>
    <w:rsid w:val="00FA2CA4"/>
    <w:rsid w:val="00FC09CC"/>
    <w:rsid w:val="00FF1B21"/>
    <w:rsid w:val="00FF7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C5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3D3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B3D3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725</TotalTime>
  <Pages>3</Pages>
  <Words>416</Words>
  <Characters>2373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 культуры</cp:lastModifiedBy>
  <cp:revision>30</cp:revision>
  <cp:lastPrinted>2015-08-11T08:29:00Z</cp:lastPrinted>
  <dcterms:created xsi:type="dcterms:W3CDTF">2006-12-31T21:00:00Z</dcterms:created>
  <dcterms:modified xsi:type="dcterms:W3CDTF">2015-10-09T11:57:00Z</dcterms:modified>
</cp:coreProperties>
</file>